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:rsidR="0025053B" w:rsidRDefault="0025053B" w:rsidP="004E0C8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C21D3F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Registration Form</w:t>
      </w:r>
    </w:p>
    <w:p w:rsidR="004E0C82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1</w:t>
      </w:r>
      <w:r w:rsidR="0081671C">
        <w:rPr>
          <w:rFonts w:ascii="Arial" w:hAnsi="Arial" w:cs="Arial"/>
          <w:b/>
          <w:sz w:val="20"/>
          <w:szCs w:val="20"/>
          <w:lang w:val="en-US"/>
        </w:rPr>
        <w:t>5</w:t>
      </w:r>
      <w:r w:rsidRPr="007A0B5B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7A0B5B">
        <w:rPr>
          <w:rFonts w:ascii="Arial" w:hAnsi="Arial" w:cs="Arial"/>
          <w:b/>
          <w:sz w:val="20"/>
          <w:szCs w:val="20"/>
          <w:lang w:val="en-US"/>
        </w:rPr>
        <w:t xml:space="preserve"> Meeting of the Wadden Sea Board</w:t>
      </w:r>
    </w:p>
    <w:p w:rsidR="004E0C82" w:rsidRPr="007A0B5B" w:rsidRDefault="0081671C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Wilhelmshaven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>
        <w:rPr>
          <w:rFonts w:ascii="Arial" w:hAnsi="Arial" w:cs="Arial"/>
          <w:b/>
          <w:sz w:val="20"/>
          <w:szCs w:val="20"/>
          <w:lang w:val="en-US"/>
        </w:rPr>
        <w:t>4 November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 2015</w:t>
      </w:r>
    </w:p>
    <w:p w:rsidR="00C21D3F" w:rsidRDefault="00C21D3F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57275C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Default="002F67F0" w:rsidP="00226804">
            <w:pPr>
              <w:tabs>
                <w:tab w:val="left" w:pos="1590"/>
              </w:tabs>
            </w:pPr>
            <w:r>
              <w:t xml:space="preserve"> Mr. </w:t>
            </w:r>
            <w:sdt>
              <w:sdt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Ms. </w:t>
            </w:r>
            <w:sdt>
              <w:sdt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F67F0" w:rsidRPr="008C1AA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8C1AA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8C1AA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8C1AA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8C1AA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Status (HOD, Member, </w:t>
            </w:r>
            <w:proofErr w:type="spellStart"/>
            <w:r w:rsidRPr="007C1B12">
              <w:rPr>
                <w:rFonts w:ascii="Arial" w:hAnsi="Arial" w:cs="Arial"/>
                <w:b/>
                <w:iCs/>
                <w:sz w:val="20"/>
                <w:szCs w:val="20"/>
              </w:rPr>
              <w:t>Advisor</w:t>
            </w:r>
            <w:proofErr w:type="spellEnd"/>
            <w:r w:rsidRPr="007C1B12">
              <w:rPr>
                <w:rFonts w:ascii="Arial" w:hAnsi="Arial" w:cs="Arial"/>
                <w:b/>
                <w:iCs/>
                <w:sz w:val="20"/>
                <w:szCs w:val="20"/>
              </w:rPr>
              <w:t>)</w:t>
            </w:r>
          </w:p>
        </w:tc>
        <w:sdt>
          <w:sdt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8C1AAD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C21D3F" w:rsidRDefault="002F67F0" w:rsidP="00226804">
            <w:pPr>
              <w:suppressAutoHyphens/>
              <w:rPr>
                <w:iCs/>
                <w:lang w:val="en-US"/>
              </w:rPr>
            </w:pPr>
          </w:p>
          <w:sdt>
            <w:sdtPr>
              <w:rPr>
                <w:iCs/>
              </w:rPr>
              <w:id w:val="-1489234243"/>
              <w:showingPlcHdr/>
              <w:text/>
            </w:sdtPr>
            <w:sdtEndPr/>
            <w:sdtContent>
              <w:p w:rsidR="002F67F0" w:rsidRPr="00C21D3F" w:rsidRDefault="002F67F0" w:rsidP="00226804">
                <w:pPr>
                  <w:suppressAutoHyphens/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8C1AA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8C1AA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8C1AA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8C1AA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suppressAutoHyphens/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8C1AAD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335CD8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7C1B12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ill </w:t>
            </w: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not take part in the </w:t>
            </w:r>
            <w:r w:rsidRP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dinner on </w:t>
            </w:r>
            <w:r w:rsidR="00335CD8" w:rsidRP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3 </w:t>
            </w:r>
            <w:r w:rsidR="0081671C" w:rsidRP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November</w:t>
            </w:r>
            <w:r w:rsidRP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2015 (at own expense).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335CD8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would like to take part in the dinner </w:t>
            </w:r>
            <w:r w:rsidR="0081671C" w:rsidRP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on </w:t>
            </w:r>
            <w:r w:rsidR="00335CD8" w:rsidRP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3</w:t>
            </w:r>
            <w:r w:rsid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</w:t>
            </w:r>
            <w:r w:rsidR="0081671C" w:rsidRP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November</w:t>
            </w:r>
            <w:r w:rsidRPr="00335CD8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2015 (at</w:t>
            </w: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own expense).</w:t>
            </w:r>
          </w:p>
          <w:p w:rsidR="002F67F0" w:rsidRPr="00C21D3F" w:rsidRDefault="002F67F0" w:rsidP="00226804">
            <w:pPr>
              <w:suppressAutoHyphens/>
              <w:rPr>
                <w:rFonts w:ascii="Arial" w:hAnsi="Arial" w:cs="Arial"/>
                <w:b/>
                <w:iCs/>
                <w:u w:val="single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   I have the following dietary requirements (please specify): </w:t>
            </w:r>
            <w:r w:rsidRPr="00C21D3F">
              <w:rPr>
                <w:rFonts w:ascii="Arial" w:hAnsi="Arial" w:cs="Arial"/>
                <w:b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-1419551026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  <w:r>
              <w:rPr>
                <w:rFonts w:ascii="Arial" w:hAnsi="Arial" w:cs="Arial"/>
                <w:b/>
                <w:iCs/>
                <w:lang w:val="en-US"/>
              </w:rPr>
              <w:br/>
            </w:r>
          </w:p>
        </w:tc>
      </w:tr>
      <w:tr w:rsidR="002F67F0" w:rsidRPr="008C1AAD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  <w:p w:rsidR="002F67F0" w:rsidRPr="0057275C" w:rsidRDefault="002F67F0" w:rsidP="00226804">
            <w:pPr>
              <w:suppressAutoHyphens/>
              <w:rPr>
                <w:b/>
                <w:iCs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C21D3F">
              <w:rPr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1545565292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683C5E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p w:rsidR="00C21D3F" w:rsidRPr="00683C5E" w:rsidRDefault="00C21D3F" w:rsidP="007E4586">
      <w:pPr>
        <w:rPr>
          <w:rFonts w:ascii="Arial" w:hAnsi="Arial" w:cs="Arial"/>
          <w:lang w:val="en-GB"/>
        </w:rPr>
        <w:sectPr w:rsidR="00C21D3F" w:rsidRPr="00683C5E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C21D3F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8C1AAD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</w:p>
          <w:p w:rsidR="002F67F0" w:rsidRPr="007C1B12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lang w:val="en-US"/>
              </w:rPr>
              <w:t>Completed registration forms should be sent to:</w:t>
            </w:r>
          </w:p>
          <w:p w:rsidR="002F67F0" w:rsidRPr="008C1AAD" w:rsidRDefault="002F67F0" w:rsidP="00226804">
            <w:pPr>
              <w:suppressAutoHyphens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Simone Goth, Common Wadden Sea Secretariat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E-mail: goth@waddensea</w:t>
            </w:r>
            <w:bookmarkStart w:id="0" w:name="_GoBack"/>
            <w:bookmarkEnd w:id="0"/>
            <w:r w:rsidRPr="008C1AAD">
              <w:rPr>
                <w:rFonts w:ascii="Arial" w:hAnsi="Arial" w:cs="Arial"/>
                <w:sz w:val="20"/>
                <w:szCs w:val="20"/>
                <w:lang w:val="en-US"/>
              </w:rPr>
              <w:t>-secretariat.org</w:t>
            </w:r>
          </w:p>
          <w:p w:rsidR="002F67F0" w:rsidRPr="007A318D" w:rsidRDefault="002F67F0" w:rsidP="008C1AAD">
            <w:pPr>
              <w:suppressAutoHyphens/>
              <w:jc w:val="center"/>
              <w:rPr>
                <w:b/>
                <w:lang w:val="en-GB"/>
              </w:rPr>
            </w:pPr>
            <w:r w:rsidRPr="008C1AAD">
              <w:rPr>
                <w:rFonts w:ascii="Arial" w:hAnsi="Arial" w:cs="Arial"/>
                <w:sz w:val="20"/>
                <w:szCs w:val="20"/>
                <w:lang w:val="en-GB"/>
              </w:rPr>
              <w:t xml:space="preserve">The deadline for registration is </w:t>
            </w:r>
            <w:r w:rsidR="008C1AAD" w:rsidRPr="008C1AAD">
              <w:rPr>
                <w:rFonts w:ascii="Arial" w:hAnsi="Arial" w:cs="Arial"/>
                <w:b/>
                <w:sz w:val="20"/>
                <w:szCs w:val="20"/>
                <w:lang w:val="en-GB"/>
              </w:rPr>
              <w:t>23</w:t>
            </w:r>
            <w:r w:rsidR="0081671C" w:rsidRPr="008C1AA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October</w:t>
            </w:r>
            <w:r w:rsidRPr="008C1AA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2015</w:t>
            </w:r>
            <w:r w:rsidRPr="007C1B12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A63069">
              <w:rPr>
                <w:b/>
                <w:lang w:val="en-GB"/>
              </w:rPr>
              <w:br/>
            </w:r>
          </w:p>
        </w:tc>
      </w:tr>
    </w:tbl>
    <w:p w:rsidR="002F67F0" w:rsidRPr="00076615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2"/>
          <w:szCs w:val="22"/>
        </w:rPr>
      </w:pPr>
    </w:p>
    <w:p w:rsidR="002F67F0" w:rsidRPr="0057275C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GB"/>
        </w:rPr>
      </w:pPr>
    </w:p>
    <w:p w:rsidR="002F67F0" w:rsidRPr="00D70B4B" w:rsidRDefault="002F67F0" w:rsidP="002F67F0">
      <w:pPr>
        <w:spacing w:after="0" w:line="240" w:lineRule="auto"/>
        <w:rPr>
          <w:rFonts w:ascii="Arial" w:hAnsi="Arial" w:cs="Arial"/>
          <w:lang w:val="en-GB"/>
        </w:rPr>
      </w:pPr>
    </w:p>
    <w:p w:rsidR="0052533D" w:rsidRPr="00D70B4B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Arial" w:hAnsi="Arial" w:cs="Arial"/>
          <w:lang w:val="en-GB"/>
        </w:rPr>
      </w:pPr>
    </w:p>
    <w:sectPr w:rsidR="0052533D" w:rsidRPr="00D70B4B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18FB927D" wp14:editId="062F8A7F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9B28FAF" wp14:editId="323F08BD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68E0EFBE" wp14:editId="185A426A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741CF"/>
    <w:rsid w:val="000974D5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E6D67"/>
    <w:rsid w:val="002F64F7"/>
    <w:rsid w:val="002F67F0"/>
    <w:rsid w:val="00335CD8"/>
    <w:rsid w:val="00383559"/>
    <w:rsid w:val="003857FF"/>
    <w:rsid w:val="00387A0E"/>
    <w:rsid w:val="00392628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636D5C"/>
    <w:rsid w:val="0066796A"/>
    <w:rsid w:val="00683C5E"/>
    <w:rsid w:val="00690D01"/>
    <w:rsid w:val="006F1704"/>
    <w:rsid w:val="007A0B5B"/>
    <w:rsid w:val="007B297A"/>
    <w:rsid w:val="007C1B12"/>
    <w:rsid w:val="007E4586"/>
    <w:rsid w:val="007F0368"/>
    <w:rsid w:val="0081671C"/>
    <w:rsid w:val="0087305C"/>
    <w:rsid w:val="00873B88"/>
    <w:rsid w:val="008A5817"/>
    <w:rsid w:val="008C1AAD"/>
    <w:rsid w:val="008D4B35"/>
    <w:rsid w:val="008E42FD"/>
    <w:rsid w:val="0091266B"/>
    <w:rsid w:val="009568F7"/>
    <w:rsid w:val="009B1FFC"/>
    <w:rsid w:val="009B4AA4"/>
    <w:rsid w:val="009F2740"/>
    <w:rsid w:val="00A13736"/>
    <w:rsid w:val="00A169C3"/>
    <w:rsid w:val="00A21C93"/>
    <w:rsid w:val="00A25F98"/>
    <w:rsid w:val="00A53781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2467E"/>
    <w:rsid w:val="00D30ABA"/>
    <w:rsid w:val="00D63351"/>
    <w:rsid w:val="00D66864"/>
    <w:rsid w:val="00D70B4B"/>
    <w:rsid w:val="00DB70F0"/>
    <w:rsid w:val="00E1791F"/>
    <w:rsid w:val="00E315FD"/>
    <w:rsid w:val="00F212F1"/>
    <w:rsid w:val="00F26F77"/>
    <w:rsid w:val="00F330F8"/>
    <w:rsid w:val="00F61411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1%20CWSS%20Internal\1.7%20Correspondence\1.7L%202015\cwss_en_template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cwss_en_template - Kopie.dotx</Template>
  <TotalTime>0</TotalTime>
  <Pages>2</Pages>
  <Words>147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16</cp:revision>
  <cp:lastPrinted>2015-01-22T07:13:00Z</cp:lastPrinted>
  <dcterms:created xsi:type="dcterms:W3CDTF">2015-04-01T12:46:00Z</dcterms:created>
  <dcterms:modified xsi:type="dcterms:W3CDTF">2015-10-12T08:15:00Z</dcterms:modified>
</cp:coreProperties>
</file>